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8D" w:rsidRPr="005F53E3" w:rsidRDefault="00E01F8D" w:rsidP="005F53E3">
      <w:pPr>
        <w:pStyle w:val="NoSpacing"/>
        <w:jc w:val="center"/>
        <w:rPr>
          <w:rFonts w:ascii="Comic Sans MS" w:hAnsi="Comic Sans MS" w:cs="Comic Sans MS"/>
          <w:b/>
          <w:bCs/>
          <w:sz w:val="24"/>
          <w:szCs w:val="24"/>
        </w:rPr>
      </w:pPr>
      <w:r w:rsidRPr="005F53E3">
        <w:rPr>
          <w:rFonts w:ascii="Comic Sans MS" w:hAnsi="Comic Sans MS" w:cs="Comic Sans MS"/>
          <w:b/>
          <w:bCs/>
          <w:sz w:val="24"/>
          <w:szCs w:val="24"/>
        </w:rPr>
        <w:t>MAP4C Data Management Mini Project</w:t>
      </w:r>
    </w:p>
    <w:p w:rsidR="00E01F8D" w:rsidRPr="005F53E3" w:rsidRDefault="00E01F8D" w:rsidP="005F53E3">
      <w:pPr>
        <w:pStyle w:val="NoSpacing"/>
        <w:jc w:val="center"/>
        <w:rPr>
          <w:rFonts w:ascii="Comic Sans MS" w:hAnsi="Comic Sans MS" w:cs="Comic Sans MS"/>
          <w:b/>
          <w:bCs/>
          <w:sz w:val="24"/>
          <w:szCs w:val="24"/>
        </w:rPr>
      </w:pPr>
      <w:r w:rsidRPr="005F53E3">
        <w:rPr>
          <w:rFonts w:ascii="Comic Sans MS" w:hAnsi="Comic Sans MS" w:cs="Comic Sans MS"/>
          <w:b/>
          <w:bCs/>
          <w:sz w:val="24"/>
          <w:szCs w:val="24"/>
        </w:rPr>
        <w:t>This will be assessed for completion only</w:t>
      </w:r>
    </w:p>
    <w:p w:rsidR="00E01F8D" w:rsidRDefault="00E01F8D" w:rsidP="00343CC4">
      <w:pPr>
        <w:pStyle w:val="NoSpacing"/>
        <w:rPr>
          <w:rFonts w:ascii="Comic Sans MS" w:hAnsi="Comic Sans MS" w:cs="Comic Sans M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6"/>
      </w:tblGrid>
      <w:tr w:rsidR="00E01F8D" w:rsidRPr="00984B91">
        <w:tc>
          <w:tcPr>
            <w:tcW w:w="9576" w:type="dxa"/>
          </w:tcPr>
          <w:p w:rsidR="00E01F8D" w:rsidRPr="00984B91" w:rsidRDefault="00E01F8D" w:rsidP="00984B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/>
                <w:bCs/>
                <w:color w:val="231F20"/>
                <w:sz w:val="20"/>
                <w:szCs w:val="20"/>
              </w:rPr>
            </w:pPr>
            <w:r w:rsidRPr="00984B91">
              <w:rPr>
                <w:rFonts w:ascii="Comic Sans MS" w:hAnsi="Comic Sans MS" w:cs="Comic Sans MS"/>
                <w:b/>
                <w:bCs/>
                <w:color w:val="231F20"/>
                <w:sz w:val="20"/>
                <w:szCs w:val="20"/>
              </w:rPr>
              <w:t>OVERALL EXPECTATIONS</w:t>
            </w:r>
          </w:p>
          <w:p w:rsidR="00E01F8D" w:rsidRPr="00984B91" w:rsidRDefault="00E01F8D" w:rsidP="00984B9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color w:val="231F20"/>
                <w:sz w:val="20"/>
                <w:szCs w:val="20"/>
              </w:rPr>
            </w:pPr>
            <w:r w:rsidRPr="00984B91">
              <w:rPr>
                <w:rFonts w:ascii="Comic Sans MS" w:hAnsi="Comic Sans MS" w:cs="Comic Sans MS"/>
                <w:color w:val="231F20"/>
                <w:sz w:val="20"/>
                <w:szCs w:val="20"/>
              </w:rPr>
              <w:t>collect, analyse, and summarize two-variable data using a variety of tools and strategies, and interpret and draw conclusions from the data;</w:t>
            </w:r>
          </w:p>
          <w:p w:rsidR="00E01F8D" w:rsidRPr="00984B91" w:rsidRDefault="00E01F8D" w:rsidP="00984B9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color w:val="231F20"/>
                <w:sz w:val="19"/>
                <w:szCs w:val="19"/>
              </w:rPr>
            </w:pPr>
            <w:r w:rsidRPr="00984B91">
              <w:rPr>
                <w:rFonts w:ascii="Comic Sans MS" w:hAnsi="Comic Sans MS" w:cs="Comic Sans MS"/>
                <w:color w:val="231F20"/>
                <w:sz w:val="20"/>
                <w:szCs w:val="20"/>
              </w:rPr>
              <w:t>demonstrate an understanding of the applications of data management used by the media and the advertising industry and in various occupations.</w:t>
            </w:r>
          </w:p>
        </w:tc>
      </w:tr>
    </w:tbl>
    <w:p w:rsidR="00E01F8D" w:rsidRDefault="00E01F8D" w:rsidP="005F53E3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231F20"/>
          <w:sz w:val="19"/>
          <w:szCs w:val="19"/>
        </w:rPr>
      </w:pPr>
    </w:p>
    <w:p w:rsidR="00E01F8D" w:rsidRPr="00527E43" w:rsidRDefault="00E01F8D" w:rsidP="005F53E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231F20"/>
          <w:sz w:val="24"/>
          <w:szCs w:val="24"/>
        </w:rPr>
      </w:pPr>
      <w:r w:rsidRPr="00527E43">
        <w:rPr>
          <w:rFonts w:ascii="Comic Sans MS" w:hAnsi="Comic Sans MS" w:cs="Comic Sans MS"/>
          <w:color w:val="231F20"/>
          <w:sz w:val="24"/>
          <w:szCs w:val="24"/>
        </w:rPr>
        <w:t xml:space="preserve">Please begin a Google Doc titled: YOUR NAME _ DATA MINI PROJECT and share with me at </w:t>
      </w:r>
      <w:hyperlink r:id="rId7" w:history="1">
        <w:r w:rsidRPr="004C27B2">
          <w:rPr>
            <w:rStyle w:val="Hyperlink"/>
            <w:rFonts w:ascii="Comic Sans MS" w:hAnsi="Comic Sans MS" w:cs="Comic Sans MS"/>
            <w:sz w:val="24"/>
            <w:szCs w:val="24"/>
          </w:rPr>
          <w:t>katie.vlug@ocdsb.ca</w:t>
        </w:r>
      </w:hyperlink>
      <w:r w:rsidRPr="00527E43">
        <w:rPr>
          <w:rFonts w:ascii="Comic Sans MS" w:hAnsi="Comic Sans MS" w:cs="Comic Sans MS"/>
          <w:color w:val="231F20"/>
          <w:sz w:val="24"/>
          <w:szCs w:val="24"/>
        </w:rPr>
        <w:t xml:space="preserve"> so I have editing privileges</w:t>
      </w:r>
      <w:bookmarkStart w:id="0" w:name="_GoBack"/>
      <w:bookmarkEnd w:id="0"/>
      <w:r w:rsidRPr="00527E43">
        <w:rPr>
          <w:rFonts w:ascii="Comic Sans MS" w:hAnsi="Comic Sans MS" w:cs="Comic Sans MS"/>
          <w:color w:val="231F20"/>
          <w:sz w:val="24"/>
          <w:szCs w:val="24"/>
        </w:rPr>
        <w:t>.</w:t>
      </w:r>
    </w:p>
    <w:p w:rsidR="00E01F8D" w:rsidRDefault="00E01F8D" w:rsidP="005F53E3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231F20"/>
          <w:sz w:val="19"/>
          <w:szCs w:val="19"/>
        </w:rPr>
      </w:pPr>
    </w:p>
    <w:p w:rsidR="00E01F8D" w:rsidRPr="005F53E3" w:rsidRDefault="00E01F8D" w:rsidP="00343CC4">
      <w:pPr>
        <w:pStyle w:val="NoSpacing"/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Look up the following types of bias:</w:t>
      </w:r>
    </w:p>
    <w:p w:rsidR="00E01F8D" w:rsidRPr="005F53E3" w:rsidRDefault="00E01F8D" w:rsidP="005F53E3">
      <w:pPr>
        <w:pStyle w:val="NoSpacing"/>
        <w:numPr>
          <w:ilvl w:val="0"/>
          <w:numId w:val="3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Sampling Bias</w:t>
      </w:r>
    </w:p>
    <w:p w:rsidR="00E01F8D" w:rsidRPr="005F53E3" w:rsidRDefault="00E01F8D" w:rsidP="005F53E3">
      <w:pPr>
        <w:pStyle w:val="NoSpacing"/>
        <w:numPr>
          <w:ilvl w:val="0"/>
          <w:numId w:val="3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Response Bias</w:t>
      </w:r>
    </w:p>
    <w:p w:rsidR="00E01F8D" w:rsidRPr="005F53E3" w:rsidRDefault="00E01F8D" w:rsidP="005F53E3">
      <w:pPr>
        <w:pStyle w:val="NoSpacing"/>
        <w:numPr>
          <w:ilvl w:val="0"/>
          <w:numId w:val="3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Non-response bias</w:t>
      </w:r>
    </w:p>
    <w:p w:rsidR="00E01F8D" w:rsidRPr="005F53E3" w:rsidRDefault="00E01F8D" w:rsidP="005F53E3">
      <w:pPr>
        <w:pStyle w:val="NoSpacing"/>
        <w:numPr>
          <w:ilvl w:val="0"/>
          <w:numId w:val="3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Voluntary response bias</w:t>
      </w:r>
    </w:p>
    <w:p w:rsidR="00E01F8D" w:rsidRPr="005F53E3" w:rsidRDefault="00E01F8D" w:rsidP="00343CC4">
      <w:pPr>
        <w:pStyle w:val="NoSpacing"/>
        <w:rPr>
          <w:rFonts w:ascii="Comic Sans MS" w:hAnsi="Comic Sans MS" w:cs="Comic Sans MS"/>
          <w:sz w:val="24"/>
          <w:szCs w:val="24"/>
        </w:rPr>
      </w:pPr>
    </w:p>
    <w:p w:rsidR="00E01F8D" w:rsidRPr="005F53E3" w:rsidRDefault="00E01F8D" w:rsidP="00343CC4">
      <w:pPr>
        <w:pStyle w:val="NoSpacing"/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 xml:space="preserve">Define the following: </w:t>
      </w:r>
    </w:p>
    <w:p w:rsidR="00E01F8D" w:rsidRPr="005F53E3" w:rsidRDefault="00E01F8D" w:rsidP="005F53E3">
      <w:pPr>
        <w:pStyle w:val="NoSpacing"/>
        <w:numPr>
          <w:ilvl w:val="0"/>
          <w:numId w:val="4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Validity</w:t>
      </w:r>
    </w:p>
    <w:p w:rsidR="00E01F8D" w:rsidRPr="005F53E3" w:rsidRDefault="00E01F8D" w:rsidP="005F53E3">
      <w:pPr>
        <w:pStyle w:val="NoSpacing"/>
        <w:numPr>
          <w:ilvl w:val="0"/>
          <w:numId w:val="4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One variable data</w:t>
      </w:r>
    </w:p>
    <w:p w:rsidR="00E01F8D" w:rsidRPr="005F53E3" w:rsidRDefault="00E01F8D" w:rsidP="005F53E3">
      <w:pPr>
        <w:pStyle w:val="NoSpacing"/>
        <w:numPr>
          <w:ilvl w:val="0"/>
          <w:numId w:val="4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Two variable data</w:t>
      </w:r>
    </w:p>
    <w:p w:rsidR="00E01F8D" w:rsidRPr="005F53E3" w:rsidRDefault="00E01F8D" w:rsidP="005F53E3">
      <w:pPr>
        <w:pStyle w:val="NoSpacing"/>
        <w:numPr>
          <w:ilvl w:val="0"/>
          <w:numId w:val="4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Correlation</w:t>
      </w:r>
    </w:p>
    <w:p w:rsidR="00E01F8D" w:rsidRPr="005F53E3" w:rsidRDefault="00E01F8D" w:rsidP="005F53E3">
      <w:pPr>
        <w:pStyle w:val="NoSpacing"/>
        <w:numPr>
          <w:ilvl w:val="0"/>
          <w:numId w:val="4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Index</w:t>
      </w:r>
    </w:p>
    <w:p w:rsidR="00E01F8D" w:rsidRPr="005F53E3" w:rsidRDefault="00E01F8D" w:rsidP="00343CC4">
      <w:pPr>
        <w:pStyle w:val="NoSpacing"/>
        <w:rPr>
          <w:rFonts w:ascii="Comic Sans MS" w:hAnsi="Comic Sans MS" w:cs="Comic Sans MS"/>
          <w:sz w:val="24"/>
          <w:szCs w:val="24"/>
        </w:rPr>
      </w:pPr>
    </w:p>
    <w:p w:rsidR="00E01F8D" w:rsidRPr="005F53E3" w:rsidRDefault="00E01F8D" w:rsidP="00343CC4">
      <w:pPr>
        <w:pStyle w:val="NoSpacing"/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Looking back to your survey and the data you collected, answer the following:</w:t>
      </w:r>
    </w:p>
    <w:p w:rsidR="00E01F8D" w:rsidRPr="005F53E3" w:rsidRDefault="00E01F8D" w:rsidP="00343CC4">
      <w:pPr>
        <w:pStyle w:val="NoSpacing"/>
        <w:numPr>
          <w:ilvl w:val="0"/>
          <w:numId w:val="1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What types of bias were present in your survey?</w:t>
      </w:r>
    </w:p>
    <w:p w:rsidR="00E01F8D" w:rsidRPr="005F53E3" w:rsidRDefault="00E01F8D" w:rsidP="00343CC4">
      <w:pPr>
        <w:pStyle w:val="NoSpacing"/>
        <w:numPr>
          <w:ilvl w:val="0"/>
          <w:numId w:val="1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 xml:space="preserve">How would you eliminate the bias in your survey? </w:t>
      </w:r>
    </w:p>
    <w:p w:rsidR="00E01F8D" w:rsidRPr="005F53E3" w:rsidRDefault="00E01F8D" w:rsidP="00343CC4">
      <w:pPr>
        <w:pStyle w:val="NoSpacing"/>
        <w:numPr>
          <w:ilvl w:val="0"/>
          <w:numId w:val="1"/>
        </w:numPr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>What type of data did you present? (1 or 2 variable) How do you know?</w:t>
      </w:r>
    </w:p>
    <w:p w:rsidR="00E01F8D" w:rsidRPr="005F53E3" w:rsidRDefault="00E01F8D" w:rsidP="005F53E3">
      <w:pPr>
        <w:pStyle w:val="NoSpacing"/>
        <w:rPr>
          <w:rFonts w:ascii="Comic Sans MS" w:hAnsi="Comic Sans MS" w:cs="Comic Sans MS"/>
          <w:sz w:val="24"/>
          <w:szCs w:val="24"/>
        </w:rPr>
      </w:pPr>
    </w:p>
    <w:p w:rsidR="00E01F8D" w:rsidRPr="005F53E3" w:rsidRDefault="00E01F8D" w:rsidP="005F53E3">
      <w:pPr>
        <w:pStyle w:val="NoSpacing"/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 xml:space="preserve">Find a good survey online. Describe its qualities. </w:t>
      </w:r>
    </w:p>
    <w:p w:rsidR="00E01F8D" w:rsidRPr="005F53E3" w:rsidRDefault="00E01F8D" w:rsidP="005F53E3">
      <w:pPr>
        <w:pStyle w:val="NoSpacing"/>
        <w:rPr>
          <w:rFonts w:ascii="Comic Sans MS" w:hAnsi="Comic Sans MS" w:cs="Comic Sans MS"/>
          <w:sz w:val="24"/>
          <w:szCs w:val="24"/>
        </w:rPr>
      </w:pPr>
    </w:p>
    <w:p w:rsidR="00E01F8D" w:rsidRDefault="00E01F8D" w:rsidP="005F53E3">
      <w:pPr>
        <w:pStyle w:val="NoSpacing"/>
        <w:rPr>
          <w:rFonts w:ascii="Comic Sans MS" w:hAnsi="Comic Sans MS" w:cs="Comic Sans MS"/>
          <w:sz w:val="24"/>
          <w:szCs w:val="24"/>
        </w:rPr>
      </w:pPr>
      <w:r w:rsidRPr="005F53E3">
        <w:rPr>
          <w:rFonts w:ascii="Comic Sans MS" w:hAnsi="Comic Sans MS" w:cs="Comic Sans MS"/>
          <w:sz w:val="24"/>
          <w:szCs w:val="24"/>
        </w:rPr>
        <w:t xml:space="preserve">Find a bad survey online. Describe its qualities. </w:t>
      </w:r>
    </w:p>
    <w:p w:rsidR="00E01F8D" w:rsidRDefault="00E01F8D" w:rsidP="005F53E3">
      <w:pPr>
        <w:pStyle w:val="NoSpacing"/>
        <w:rPr>
          <w:rFonts w:ascii="Comic Sans MS" w:hAnsi="Comic Sans MS" w:cs="Comic Sans MS"/>
          <w:sz w:val="24"/>
          <w:szCs w:val="24"/>
        </w:rPr>
      </w:pPr>
    </w:p>
    <w:p w:rsidR="00E01F8D" w:rsidRPr="005F53E3" w:rsidRDefault="00E01F8D" w:rsidP="005F53E3">
      <w:pPr>
        <w:pStyle w:val="NoSpacing"/>
        <w:rPr>
          <w:rFonts w:ascii="Comic Sans MS" w:hAnsi="Comic Sans MS" w:cs="Comic Sans MS"/>
          <w:sz w:val="24"/>
          <w:szCs w:val="24"/>
        </w:rPr>
      </w:pPr>
      <w:r>
        <w:rPr>
          <w:rFonts w:ascii="Comic Sans MS" w:hAnsi="Comic Sans MS" w:cs="Comic Sans MS"/>
          <w:sz w:val="24"/>
          <w:szCs w:val="24"/>
        </w:rPr>
        <w:t xml:space="preserve">Name 2 careers that use statistics and describe the education needed to enter that career path. </w:t>
      </w:r>
    </w:p>
    <w:sectPr w:rsidR="00E01F8D" w:rsidRPr="005F53E3" w:rsidSect="005F53E3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F8D" w:rsidRDefault="00E01F8D" w:rsidP="005F53E3">
      <w:pPr>
        <w:spacing w:after="0" w:line="240" w:lineRule="auto"/>
      </w:pPr>
      <w:r>
        <w:separator/>
      </w:r>
    </w:p>
  </w:endnote>
  <w:endnote w:type="continuationSeparator" w:id="0">
    <w:p w:rsidR="00E01F8D" w:rsidRDefault="00E01F8D" w:rsidP="005F5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F8D" w:rsidRDefault="00E01F8D" w:rsidP="005F53E3">
      <w:pPr>
        <w:spacing w:after="0" w:line="240" w:lineRule="auto"/>
      </w:pPr>
      <w:r>
        <w:separator/>
      </w:r>
    </w:p>
  </w:footnote>
  <w:footnote w:type="continuationSeparator" w:id="0">
    <w:p w:rsidR="00E01F8D" w:rsidRDefault="00E01F8D" w:rsidP="005F5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356"/>
    <w:multiLevelType w:val="hybridMultilevel"/>
    <w:tmpl w:val="1B4A47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D583A0E"/>
    <w:multiLevelType w:val="hybridMultilevel"/>
    <w:tmpl w:val="EDDCCF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7C07A6E"/>
    <w:multiLevelType w:val="hybridMultilevel"/>
    <w:tmpl w:val="54AE16E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6022B"/>
    <w:multiLevelType w:val="hybridMultilevel"/>
    <w:tmpl w:val="C5D287E4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CC4"/>
    <w:rsid w:val="000042D1"/>
    <w:rsid w:val="000C54B5"/>
    <w:rsid w:val="00217B2F"/>
    <w:rsid w:val="00343CC4"/>
    <w:rsid w:val="004C27B2"/>
    <w:rsid w:val="00527E43"/>
    <w:rsid w:val="005F53E3"/>
    <w:rsid w:val="008E31BE"/>
    <w:rsid w:val="00984B91"/>
    <w:rsid w:val="00BB4DDA"/>
    <w:rsid w:val="00C86F8D"/>
    <w:rsid w:val="00CD5C04"/>
    <w:rsid w:val="00E01F8D"/>
    <w:rsid w:val="00E6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04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43CC4"/>
    <w:rPr>
      <w:rFonts w:cs="Calibri"/>
      <w:lang w:val="en-CA"/>
    </w:rPr>
  </w:style>
  <w:style w:type="table" w:styleId="TableGrid">
    <w:name w:val="Table Grid"/>
    <w:basedOn w:val="TableNormal"/>
    <w:uiPriority w:val="99"/>
    <w:rsid w:val="005F53E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F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F5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3E3"/>
  </w:style>
  <w:style w:type="paragraph" w:styleId="Footer">
    <w:name w:val="footer"/>
    <w:basedOn w:val="Normal"/>
    <w:link w:val="FooterChar"/>
    <w:uiPriority w:val="99"/>
    <w:rsid w:val="005F5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3E3"/>
  </w:style>
  <w:style w:type="paragraph" w:styleId="BalloonText">
    <w:name w:val="Balloon Text"/>
    <w:basedOn w:val="Normal"/>
    <w:link w:val="BalloonTextChar"/>
    <w:uiPriority w:val="99"/>
    <w:semiHidden/>
    <w:rsid w:val="005F5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3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27E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tie.vlug@ocds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180</Words>
  <Characters>1027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MAP4C Data Management Mini Project</dc:title>
  <dc:subject/>
  <dc:creator>Katie</dc:creator>
  <cp:keywords/>
  <dc:description/>
  <cp:lastModifiedBy>C47203</cp:lastModifiedBy>
  <cp:revision>2</cp:revision>
  <dcterms:created xsi:type="dcterms:W3CDTF">2015-03-31T12:18:00Z</dcterms:created>
  <dcterms:modified xsi:type="dcterms:W3CDTF">2015-03-31T12:18:00Z</dcterms:modified>
</cp:coreProperties>
</file>